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32263DAB" w14:textId="77777777" w:rsidTr="002748B8">
        <w:tc>
          <w:tcPr>
            <w:tcW w:w="4428" w:type="dxa"/>
          </w:tcPr>
          <w:p w14:paraId="32263DA9" w14:textId="77777777" w:rsidR="000348ED" w:rsidRPr="00AA2626" w:rsidRDefault="005D05AC" w:rsidP="00345EE0">
            <w:r w:rsidRPr="00AA2626">
              <w:t>From:</w:t>
            </w:r>
            <w:r w:rsidRPr="00AA2626">
              <w:tab/>
            </w:r>
            <w:r w:rsidR="00345EE0">
              <w:t>VTS Committee</w:t>
            </w:r>
          </w:p>
        </w:tc>
        <w:tc>
          <w:tcPr>
            <w:tcW w:w="5461" w:type="dxa"/>
            <w:shd w:val="clear" w:color="auto" w:fill="auto"/>
          </w:tcPr>
          <w:p w14:paraId="32263DAA" w14:textId="43F1EF06" w:rsidR="000348ED" w:rsidRPr="002748B8" w:rsidRDefault="00C64A3E" w:rsidP="00345EE0">
            <w:pPr>
              <w:jc w:val="right"/>
            </w:pPr>
            <w:r>
              <w:t>ARM16-8.5.1</w:t>
            </w:r>
          </w:p>
        </w:tc>
      </w:tr>
      <w:tr w:rsidR="000348ED" w:rsidRPr="00AA2626" w14:paraId="32263DAE" w14:textId="77777777" w:rsidTr="002748B8">
        <w:tc>
          <w:tcPr>
            <w:tcW w:w="4428" w:type="dxa"/>
          </w:tcPr>
          <w:p w14:paraId="32263DAC" w14:textId="77777777" w:rsidR="000348ED" w:rsidRPr="00AA2626" w:rsidRDefault="005D05AC" w:rsidP="00345EE0">
            <w:r w:rsidRPr="00AA2626">
              <w:t>To:</w:t>
            </w:r>
            <w:r w:rsidRPr="00AA2626">
              <w:tab/>
            </w:r>
            <w:r w:rsidR="00345EE0">
              <w:t>ARM Committee</w:t>
            </w:r>
          </w:p>
        </w:tc>
        <w:tc>
          <w:tcPr>
            <w:tcW w:w="5461" w:type="dxa"/>
            <w:shd w:val="clear" w:color="auto" w:fill="auto"/>
          </w:tcPr>
          <w:p w14:paraId="32263DAD" w14:textId="77777777" w:rsidR="000348ED" w:rsidRPr="002748B8" w:rsidRDefault="002748B8" w:rsidP="00345EE0">
            <w:pPr>
              <w:jc w:val="right"/>
            </w:pPr>
            <w:r w:rsidRPr="002748B8">
              <w:t>2</w:t>
            </w:r>
            <w:r w:rsidR="00345EE0">
              <w:t>8 September</w:t>
            </w:r>
            <w:r w:rsidR="005D05AC" w:rsidRPr="002748B8">
              <w:t xml:space="preserve"> 20</w:t>
            </w:r>
            <w:r w:rsidRPr="002748B8">
              <w:t>22</w:t>
            </w:r>
          </w:p>
        </w:tc>
      </w:tr>
    </w:tbl>
    <w:p w14:paraId="32263DAF" w14:textId="77777777" w:rsidR="000348ED" w:rsidRPr="00AA2626" w:rsidRDefault="00AA2626" w:rsidP="002B0236">
      <w:pPr>
        <w:pStyle w:val="Title"/>
      </w:pPr>
      <w:r>
        <w:t>LIAISON NOTE</w:t>
      </w:r>
    </w:p>
    <w:p w14:paraId="32263DB0" w14:textId="77777777" w:rsidR="000348ED" w:rsidRPr="000266E0" w:rsidRDefault="00DE362E" w:rsidP="002B0236">
      <w:pPr>
        <w:pStyle w:val="Title"/>
      </w:pPr>
      <w:r w:rsidRPr="00DA3D58">
        <w:t>Request for input and review on draft revision of G1105</w:t>
      </w:r>
    </w:p>
    <w:p w14:paraId="32263DB1" w14:textId="77777777" w:rsidR="0064435F" w:rsidRPr="000266E0" w:rsidRDefault="008E7A45" w:rsidP="002B0236">
      <w:pPr>
        <w:pStyle w:val="Heading1"/>
      </w:pPr>
      <w:r w:rsidRPr="000266E0">
        <w:t>INTRODUCTION</w:t>
      </w:r>
    </w:p>
    <w:p w14:paraId="32263DB2" w14:textId="77777777" w:rsidR="00D8407B" w:rsidRDefault="00D8407B" w:rsidP="00D8407B">
      <w:pPr>
        <w:pStyle w:val="BodyText"/>
      </w:pPr>
      <w:r>
        <w:t xml:space="preserve">The </w:t>
      </w:r>
      <w:r w:rsidR="00497E4B">
        <w:t xml:space="preserve">VTS </w:t>
      </w:r>
      <w:r>
        <w:t>Committee has</w:t>
      </w:r>
      <w:r w:rsidR="003A521E">
        <w:t>,</w:t>
      </w:r>
      <w:r>
        <w:t xml:space="preserve"> </w:t>
      </w:r>
      <w:r w:rsidR="00497E4B">
        <w:t>through the liaison note from ARM (</w:t>
      </w:r>
      <w:r w:rsidR="00497E4B" w:rsidRPr="00D5243E">
        <w:t>ARM15-11.3.1.3</w:t>
      </w:r>
      <w:r w:rsidR="00497E4B">
        <w:t>)</w:t>
      </w:r>
      <w:r w:rsidR="003A521E">
        <w:t>,</w:t>
      </w:r>
      <w:r w:rsidR="00497E4B">
        <w:t xml:space="preserve"> </w:t>
      </w:r>
      <w:r>
        <w:t xml:space="preserve">been requested to review and provide comments to ARM16 on the G1105 </w:t>
      </w:r>
      <w:r w:rsidRPr="000266E0">
        <w:t>for final drafting and submission to Council</w:t>
      </w:r>
      <w:r>
        <w:t xml:space="preserve">. </w:t>
      </w:r>
      <w:r w:rsidR="00DE362E">
        <w:t xml:space="preserve">Please note that it was not possible to open the inserted G1105 from the Liaison Note, but we got the latest version from the Secretariat. </w:t>
      </w:r>
    </w:p>
    <w:p w14:paraId="32263DB3" w14:textId="77777777" w:rsidR="00DE362E" w:rsidRDefault="00DE362E" w:rsidP="00D5243E">
      <w:pPr>
        <w:pStyle w:val="BodyText"/>
      </w:pPr>
      <w:r w:rsidRPr="00672828">
        <w:t xml:space="preserve">The VTS </w:t>
      </w:r>
      <w:r>
        <w:t xml:space="preserve">Committee </w:t>
      </w:r>
      <w:r w:rsidRPr="00672828">
        <w:t xml:space="preserve">welcomes the work undertaken by ARM in updating </w:t>
      </w:r>
      <w:r w:rsidR="003A521E">
        <w:t xml:space="preserve">G1105 </w:t>
      </w:r>
      <w:r w:rsidRPr="00672828">
        <w:t>and is grateful for the</w:t>
      </w:r>
      <w:r w:rsidR="003A521E">
        <w:t xml:space="preserve"> liaison note and accompanying d</w:t>
      </w:r>
      <w:r w:rsidRPr="00672828">
        <w:t xml:space="preserve">raft update. </w:t>
      </w:r>
      <w:r>
        <w:t xml:space="preserve">It provides an opportunity to align the various ongoing tasks and related documents and to provide clarity on several existing </w:t>
      </w:r>
      <w:r w:rsidR="003A521E">
        <w:t xml:space="preserve">recommendations and guidelines </w:t>
      </w:r>
      <w:r>
        <w:t>which all cover portrayal to some degree. We have also noted that text on VTS from a present VTS task on drafting a</w:t>
      </w:r>
      <w:r w:rsidRPr="001619D6">
        <w:t xml:space="preserve"> </w:t>
      </w:r>
      <w:r>
        <w:t>g</w:t>
      </w:r>
      <w:r w:rsidRPr="001619D6">
        <w:t xml:space="preserve">uideline </w:t>
      </w:r>
      <w:r>
        <w:t>on p</w:t>
      </w:r>
      <w:r w:rsidRPr="001619D6">
        <w:t xml:space="preserve">ortrayal of VTS </w:t>
      </w:r>
      <w:r>
        <w:t>i</w:t>
      </w:r>
      <w:r w:rsidRPr="001619D6">
        <w:t xml:space="preserve">nformation and </w:t>
      </w:r>
      <w:r>
        <w:t>d</w:t>
      </w:r>
      <w:r w:rsidRPr="001619D6">
        <w:t>ata</w:t>
      </w:r>
      <w:r>
        <w:t xml:space="preserve"> has been inserted in G1105. </w:t>
      </w:r>
    </w:p>
    <w:p w14:paraId="32263DB4" w14:textId="77777777" w:rsidR="00345EE0" w:rsidRDefault="00345EE0" w:rsidP="00345EE0">
      <w:pPr>
        <w:pStyle w:val="Heading1"/>
      </w:pPr>
      <w:r>
        <w:t>WORK ON PORTRAYAL</w:t>
      </w:r>
    </w:p>
    <w:p w14:paraId="32263DB5" w14:textId="77777777" w:rsidR="00D65ED7" w:rsidRDefault="004A7A59" w:rsidP="00D8407B">
      <w:pPr>
        <w:pStyle w:val="BodyText"/>
      </w:pPr>
      <w:r>
        <w:t xml:space="preserve">VTS Committee is responsible for two recommendations </w:t>
      </w:r>
      <w:r w:rsidR="00D65ED7">
        <w:t xml:space="preserve">on portrayal </w:t>
      </w:r>
      <w:r>
        <w:t xml:space="preserve">under </w:t>
      </w:r>
      <w:r w:rsidR="00D65ED7">
        <w:t>S1040</w:t>
      </w:r>
      <w:r>
        <w:t xml:space="preserve"> VTS and s</w:t>
      </w:r>
      <w:r w:rsidR="00D65ED7">
        <w:t>cope 4.3 VTS data and information management:</w:t>
      </w:r>
    </w:p>
    <w:p w14:paraId="32263DB6" w14:textId="77777777" w:rsidR="004A7A59" w:rsidRPr="0096058F" w:rsidRDefault="00D65ED7" w:rsidP="00D65ED7">
      <w:pPr>
        <w:pStyle w:val="ListParagraph"/>
        <w:numPr>
          <w:ilvl w:val="0"/>
          <w:numId w:val="29"/>
        </w:numPr>
        <w:tabs>
          <w:tab w:val="clear" w:pos="851"/>
          <w:tab w:val="left" w:pos="2552"/>
        </w:tabs>
        <w:rPr>
          <w:rFonts w:asciiTheme="minorHAnsi" w:hAnsiTheme="minorHAnsi" w:cstheme="minorHAnsi"/>
          <w:i/>
          <w:color w:val="000000"/>
          <w:lang w:val="en-US"/>
        </w:rPr>
      </w:pPr>
      <w:r w:rsidRPr="0096058F">
        <w:rPr>
          <w:rFonts w:asciiTheme="minorHAnsi" w:hAnsiTheme="minorHAnsi" w:cstheme="minorHAnsi"/>
          <w:i/>
          <w:color w:val="000000"/>
          <w:lang w:val="en-US"/>
        </w:rPr>
        <w:t xml:space="preserve">R0125 Use and presentation of symbology at a VTS </w:t>
      </w:r>
      <w:proofErr w:type="spellStart"/>
      <w:r w:rsidRPr="0096058F">
        <w:rPr>
          <w:rFonts w:asciiTheme="minorHAnsi" w:hAnsiTheme="minorHAnsi" w:cstheme="minorHAnsi"/>
          <w:i/>
          <w:color w:val="000000"/>
          <w:lang w:val="en-US"/>
        </w:rPr>
        <w:t>centre</w:t>
      </w:r>
      <w:proofErr w:type="spellEnd"/>
    </w:p>
    <w:p w14:paraId="32263DB7" w14:textId="77777777" w:rsidR="00D65ED7" w:rsidRPr="0096058F" w:rsidRDefault="00D65ED7" w:rsidP="00D65ED7">
      <w:pPr>
        <w:pStyle w:val="ListParagraph"/>
        <w:numPr>
          <w:ilvl w:val="0"/>
          <w:numId w:val="29"/>
        </w:numPr>
        <w:tabs>
          <w:tab w:val="clear" w:pos="851"/>
          <w:tab w:val="left" w:pos="2552"/>
        </w:tabs>
        <w:rPr>
          <w:rFonts w:asciiTheme="minorHAnsi" w:hAnsiTheme="minorHAnsi" w:cstheme="minorHAnsi"/>
          <w:i/>
          <w:color w:val="000000"/>
          <w:lang w:val="en-US"/>
        </w:rPr>
      </w:pPr>
      <w:r w:rsidRPr="0096058F">
        <w:rPr>
          <w:rFonts w:asciiTheme="minorHAnsi" w:hAnsiTheme="minorHAnsi" w:cstheme="minorHAnsi"/>
          <w:i/>
          <w:color w:val="000000"/>
          <w:lang w:val="en-US"/>
        </w:rPr>
        <w:t xml:space="preserve">R1014 Portrayal of VTS Information and Data </w:t>
      </w:r>
    </w:p>
    <w:p w14:paraId="32263DB8" w14:textId="77777777" w:rsidR="00D65ED7" w:rsidRDefault="00D65ED7" w:rsidP="00D65ED7">
      <w:pPr>
        <w:tabs>
          <w:tab w:val="clear" w:pos="851"/>
          <w:tab w:val="left" w:pos="2552"/>
        </w:tabs>
        <w:rPr>
          <w:rFonts w:asciiTheme="minorHAnsi" w:hAnsiTheme="minorHAnsi" w:cstheme="minorHAnsi"/>
          <w:color w:val="000000"/>
          <w:lang w:val="en-US"/>
        </w:rPr>
      </w:pPr>
    </w:p>
    <w:p w14:paraId="32263DB9" w14:textId="77777777" w:rsidR="00D65ED7" w:rsidRDefault="00D65ED7" w:rsidP="00D65ED7">
      <w:pPr>
        <w:tabs>
          <w:tab w:val="clear" w:pos="851"/>
          <w:tab w:val="left" w:pos="2552"/>
        </w:tabs>
        <w:rPr>
          <w:rFonts w:asciiTheme="minorHAnsi" w:hAnsiTheme="minorHAnsi" w:cstheme="minorHAnsi"/>
          <w:color w:val="000000"/>
          <w:lang w:val="en-US"/>
        </w:rPr>
      </w:pPr>
      <w:r>
        <w:rPr>
          <w:rFonts w:asciiTheme="minorHAnsi" w:hAnsiTheme="minorHAnsi" w:cstheme="minorHAnsi"/>
          <w:color w:val="000000"/>
          <w:lang w:val="en-US"/>
        </w:rPr>
        <w:t xml:space="preserve">In the present work </w:t>
      </w:r>
      <w:proofErr w:type="spellStart"/>
      <w:r>
        <w:rPr>
          <w:rFonts w:asciiTheme="minorHAnsi" w:hAnsiTheme="minorHAnsi" w:cstheme="minorHAnsi"/>
          <w:color w:val="000000"/>
          <w:lang w:val="en-US"/>
        </w:rPr>
        <w:t>programme</w:t>
      </w:r>
      <w:proofErr w:type="spellEnd"/>
      <w:r>
        <w:rPr>
          <w:rFonts w:asciiTheme="minorHAnsi" w:hAnsiTheme="minorHAnsi" w:cstheme="minorHAnsi"/>
          <w:color w:val="000000"/>
          <w:lang w:val="en-US"/>
        </w:rPr>
        <w:t xml:space="preserve"> 2018-2023 </w:t>
      </w:r>
      <w:r w:rsidR="004A7A59">
        <w:rPr>
          <w:rFonts w:asciiTheme="minorHAnsi" w:hAnsiTheme="minorHAnsi" w:cstheme="minorHAnsi"/>
          <w:color w:val="000000"/>
          <w:lang w:val="en-US"/>
        </w:rPr>
        <w:t xml:space="preserve">the </w:t>
      </w:r>
      <w:r>
        <w:rPr>
          <w:rFonts w:asciiTheme="minorHAnsi" w:hAnsiTheme="minorHAnsi" w:cstheme="minorHAnsi"/>
          <w:color w:val="000000"/>
          <w:lang w:val="en-US"/>
        </w:rPr>
        <w:t>VTS Committee has two tasks on VTS portrayal:</w:t>
      </w:r>
    </w:p>
    <w:p w14:paraId="32263DBA" w14:textId="77777777" w:rsidR="00D65ED7" w:rsidRPr="004A7A59" w:rsidRDefault="00D65ED7" w:rsidP="004A7A59">
      <w:pPr>
        <w:ind w:left="709" w:hanging="709"/>
        <w:rPr>
          <w:rFonts w:asciiTheme="minorHAnsi" w:hAnsiTheme="minorHAnsi" w:cstheme="minorHAnsi"/>
          <w:i/>
          <w:color w:val="000000"/>
          <w:szCs w:val="22"/>
          <w:lang w:val="en-US"/>
        </w:rPr>
      </w:pPr>
      <w:r w:rsidRPr="004A7A59">
        <w:rPr>
          <w:rFonts w:asciiTheme="minorHAnsi" w:hAnsiTheme="minorHAnsi" w:cstheme="minorHAnsi"/>
          <w:color w:val="000000"/>
          <w:szCs w:val="22"/>
          <w:lang w:val="en-US"/>
        </w:rPr>
        <w:t>1.2.9</w:t>
      </w:r>
      <w:r w:rsidR="004A7A59" w:rsidRPr="004A7A59">
        <w:rPr>
          <w:rFonts w:asciiTheme="minorHAnsi" w:hAnsiTheme="minorHAnsi" w:cstheme="minorHAnsi"/>
          <w:color w:val="000000"/>
          <w:szCs w:val="22"/>
          <w:lang w:val="en-US"/>
        </w:rPr>
        <w:t xml:space="preserve"> - </w:t>
      </w:r>
      <w:r w:rsidR="004A7A59" w:rsidRPr="004A7A59">
        <w:rPr>
          <w:rFonts w:asciiTheme="minorHAnsi" w:hAnsiTheme="minorHAnsi" w:cstheme="minorHAnsi"/>
          <w:color w:val="000000"/>
          <w:szCs w:val="22"/>
          <w:lang w:val="en-US" w:eastAsia="nl-NL"/>
        </w:rPr>
        <w:t>Revise R0125 and split into a Rec + GL. Relevant parts of R1014 (Portrayal of VTS Information and Data) to be incorporated into R0125.</w:t>
      </w:r>
      <w:r w:rsidR="004A7A59">
        <w:rPr>
          <w:rFonts w:asciiTheme="minorHAnsi" w:hAnsiTheme="minorHAnsi" w:cstheme="minorHAnsi"/>
          <w:color w:val="000000"/>
          <w:szCs w:val="22"/>
          <w:lang w:val="en-US" w:eastAsia="nl-NL"/>
        </w:rPr>
        <w:t xml:space="preserve"> </w:t>
      </w:r>
      <w:r w:rsidR="004A7A59" w:rsidRPr="00C31357">
        <w:rPr>
          <w:rFonts w:asciiTheme="minorHAnsi" w:hAnsiTheme="minorHAnsi" w:cstheme="minorHAnsi"/>
          <w:color w:val="000000"/>
          <w:szCs w:val="22"/>
          <w:lang w:eastAsia="nl-NL"/>
        </w:rPr>
        <w:t>Draft new guidance on Portrayal and Presentation of VTS Sy</w:t>
      </w:r>
      <w:r w:rsidR="0096058F" w:rsidRPr="00C31357">
        <w:rPr>
          <w:rFonts w:asciiTheme="minorHAnsi" w:hAnsiTheme="minorHAnsi" w:cstheme="minorHAnsi"/>
          <w:color w:val="000000"/>
          <w:szCs w:val="22"/>
          <w:lang w:eastAsia="nl-NL"/>
        </w:rPr>
        <w:t xml:space="preserve">mbology, Information and Data. </w:t>
      </w:r>
      <w:r w:rsidR="004A7A59" w:rsidRPr="00C31357">
        <w:rPr>
          <w:rFonts w:asciiTheme="minorHAnsi" w:hAnsiTheme="minorHAnsi" w:cstheme="minorHAnsi"/>
          <w:color w:val="000000"/>
          <w:szCs w:val="22"/>
          <w:lang w:eastAsia="nl-NL"/>
        </w:rPr>
        <w:t>To incorporate/amalgamate relevant parts of the revised R125 and consider m</w:t>
      </w:r>
      <w:r w:rsidR="00C31357" w:rsidRPr="00C31357">
        <w:rPr>
          <w:rFonts w:asciiTheme="minorHAnsi" w:hAnsiTheme="minorHAnsi" w:cstheme="minorHAnsi"/>
          <w:color w:val="000000"/>
          <w:szCs w:val="22"/>
          <w:lang w:eastAsia="nl-NL"/>
        </w:rPr>
        <w:t>erging with GL from task 2.1.1.</w:t>
      </w:r>
      <w:r w:rsidR="00C31357">
        <w:rPr>
          <w:rFonts w:asciiTheme="minorHAnsi" w:hAnsiTheme="minorHAnsi" w:cstheme="minorHAnsi"/>
          <w:color w:val="000000"/>
          <w:szCs w:val="22"/>
          <w:lang w:eastAsia="nl-NL"/>
        </w:rPr>
        <w:t xml:space="preserve"> </w:t>
      </w:r>
    </w:p>
    <w:p w14:paraId="32263DBB" w14:textId="77777777" w:rsidR="00D65ED7" w:rsidRPr="004A7A59" w:rsidRDefault="00D65ED7" w:rsidP="004A7A59">
      <w:pPr>
        <w:tabs>
          <w:tab w:val="clear" w:pos="851"/>
          <w:tab w:val="left" w:pos="2552"/>
        </w:tabs>
        <w:ind w:left="709" w:hanging="709"/>
        <w:rPr>
          <w:rFonts w:asciiTheme="minorHAnsi" w:hAnsiTheme="minorHAnsi" w:cstheme="minorHAnsi"/>
          <w:szCs w:val="22"/>
        </w:rPr>
      </w:pPr>
      <w:r w:rsidRPr="004A7A59">
        <w:rPr>
          <w:rFonts w:asciiTheme="minorHAnsi" w:hAnsiTheme="minorHAnsi" w:cstheme="minorHAnsi"/>
          <w:color w:val="000000"/>
          <w:szCs w:val="22"/>
          <w:lang w:val="en-US"/>
        </w:rPr>
        <w:t xml:space="preserve">2.1.1 </w:t>
      </w:r>
      <w:r w:rsidR="0046523E" w:rsidRPr="004A7A59">
        <w:rPr>
          <w:rFonts w:asciiTheme="minorHAnsi" w:hAnsiTheme="minorHAnsi" w:cstheme="minorHAnsi"/>
          <w:color w:val="000000"/>
          <w:szCs w:val="22"/>
          <w:lang w:val="en-US"/>
        </w:rPr>
        <w:t xml:space="preserve">- </w:t>
      </w:r>
      <w:r w:rsidR="004A7A59" w:rsidRPr="004A7A59">
        <w:rPr>
          <w:rFonts w:asciiTheme="minorHAnsi" w:hAnsiTheme="minorHAnsi" w:cstheme="minorHAnsi"/>
          <w:szCs w:val="22"/>
        </w:rPr>
        <w:t>Develop a Guideline on the portrayal of VTS information and data (both ope</w:t>
      </w:r>
      <w:r w:rsidR="00C31357">
        <w:rPr>
          <w:rFonts w:asciiTheme="minorHAnsi" w:hAnsiTheme="minorHAnsi" w:cstheme="minorHAnsi"/>
          <w:szCs w:val="22"/>
        </w:rPr>
        <w:t>rational and technical aspects).</w:t>
      </w:r>
    </w:p>
    <w:p w14:paraId="32263DBC" w14:textId="77777777" w:rsidR="0096058F" w:rsidRDefault="0096058F" w:rsidP="0096058F">
      <w:pPr>
        <w:tabs>
          <w:tab w:val="clear" w:pos="851"/>
          <w:tab w:val="left" w:pos="2552"/>
        </w:tabs>
        <w:rPr>
          <w:rFonts w:asciiTheme="minorHAnsi" w:hAnsiTheme="minorHAnsi" w:cstheme="minorHAnsi"/>
          <w:sz w:val="20"/>
        </w:rPr>
      </w:pPr>
    </w:p>
    <w:p w14:paraId="32263DBD" w14:textId="77777777" w:rsidR="0046523E" w:rsidRDefault="00BD39A3" w:rsidP="00D8407B">
      <w:pPr>
        <w:pStyle w:val="BodyText"/>
      </w:pPr>
      <w:r>
        <w:t xml:space="preserve">The VTS Committee </w:t>
      </w:r>
      <w:r w:rsidR="00DB2B02">
        <w:t>recalled</w:t>
      </w:r>
      <w:r w:rsidR="00D8407B">
        <w:t xml:space="preserve"> that </w:t>
      </w:r>
      <w:r w:rsidR="00EB2898">
        <w:t xml:space="preserve">during this work period </w:t>
      </w:r>
      <w:r w:rsidR="00D8407B">
        <w:t>there has b</w:t>
      </w:r>
      <w:r>
        <w:t xml:space="preserve">een several discussions </w:t>
      </w:r>
      <w:r w:rsidR="00EB2898">
        <w:t xml:space="preserve">on the proposed way forward as regards </w:t>
      </w:r>
      <w:r>
        <w:t xml:space="preserve">the portrayal </w:t>
      </w:r>
      <w:r w:rsidR="00DB2B02">
        <w:t>documents</w:t>
      </w:r>
      <w:r w:rsidR="00D8407B">
        <w:t xml:space="preserve">, both with </w:t>
      </w:r>
      <w:r w:rsidR="00BC4400">
        <w:t xml:space="preserve">ENAV and </w:t>
      </w:r>
      <w:r w:rsidR="00D8407B">
        <w:t xml:space="preserve">ARM but also with PAP. </w:t>
      </w:r>
      <w:r w:rsidR="0046523E">
        <w:t xml:space="preserve">It is understood that </w:t>
      </w:r>
      <w:r w:rsidR="0046523E" w:rsidRPr="0046523E">
        <w:t xml:space="preserve">ARM </w:t>
      </w:r>
      <w:r w:rsidR="0096058F">
        <w:t xml:space="preserve">has been given this responsibility from ENAV </w:t>
      </w:r>
      <w:r w:rsidR="00CE768A">
        <w:t xml:space="preserve">and </w:t>
      </w:r>
      <w:r w:rsidR="0046523E" w:rsidRPr="0046523E">
        <w:t>focuses on aids to navigation portrayal specifications for chart contents and display aspects of ECDIS</w:t>
      </w:r>
      <w:r w:rsidR="0046523E">
        <w:t>.</w:t>
      </w:r>
    </w:p>
    <w:p w14:paraId="32263DBE" w14:textId="77777777" w:rsidR="00CE768A" w:rsidRPr="00AA2626" w:rsidRDefault="00CE768A" w:rsidP="00CE768A">
      <w:pPr>
        <w:pStyle w:val="Heading1"/>
        <w:numPr>
          <w:ilvl w:val="0"/>
          <w:numId w:val="11"/>
        </w:numPr>
        <w:tabs>
          <w:tab w:val="clear" w:pos="432"/>
        </w:tabs>
        <w:ind w:left="567" w:hanging="567"/>
      </w:pPr>
      <w:r>
        <w:t>RESPONSE REQUESTED ACTION</w:t>
      </w:r>
    </w:p>
    <w:p w14:paraId="32263DBF" w14:textId="77777777" w:rsidR="00DB2B02" w:rsidRDefault="00BD39A3" w:rsidP="00D8407B">
      <w:pPr>
        <w:pStyle w:val="BodyText"/>
        <w:rPr>
          <w:rFonts w:asciiTheme="minorHAnsi" w:hAnsiTheme="minorHAnsi" w:cstheme="minorHAnsi"/>
        </w:rPr>
      </w:pPr>
      <w:r>
        <w:t>During VTS53 the Committee discussed and considered how to best deal with the VTS portrayal documents and tasks</w:t>
      </w:r>
      <w:r w:rsidR="00F610A3">
        <w:t xml:space="preserve"> including the request from ARM</w:t>
      </w:r>
      <w:r w:rsidR="00C31357">
        <w:t>.</w:t>
      </w:r>
      <w:r w:rsidR="00DB2B02">
        <w:t xml:space="preserve"> </w:t>
      </w:r>
      <w:r w:rsidR="00C31357">
        <w:t>We</w:t>
      </w:r>
      <w:r w:rsidR="00DB2B02">
        <w:t xml:space="preserve"> came to the conclusion</w:t>
      </w:r>
      <w:r w:rsidR="0046523E">
        <w:t xml:space="preserve"> that the </w:t>
      </w:r>
      <w:r w:rsidR="00DB2B02">
        <w:t xml:space="preserve">VTS Committee will focus </w:t>
      </w:r>
      <w:r w:rsidR="00BC4400">
        <w:t xml:space="preserve">to provide guidance </w:t>
      </w:r>
      <w:r w:rsidR="00DB2B02">
        <w:t xml:space="preserve">on VTS portrayal which regards </w:t>
      </w:r>
      <w:r w:rsidR="00BC4400">
        <w:rPr>
          <w:rFonts w:asciiTheme="minorHAnsi" w:hAnsiTheme="minorHAnsi" w:cstheme="minorHAnsi"/>
        </w:rPr>
        <w:t xml:space="preserve">the display of the VTS traffic image separately from the presentation of other information and data. </w:t>
      </w:r>
    </w:p>
    <w:p w14:paraId="32263DC0" w14:textId="77777777" w:rsidR="00CE768A" w:rsidRPr="00AA2626" w:rsidRDefault="00CE768A" w:rsidP="00CE768A">
      <w:pPr>
        <w:pStyle w:val="BodyText"/>
      </w:pPr>
      <w:r w:rsidRPr="00BF6E4E">
        <w:lastRenderedPageBreak/>
        <w:t xml:space="preserve">In response to the action requested by ARM, we </w:t>
      </w:r>
      <w:r w:rsidR="00C31357">
        <w:t>intend to proceed with</w:t>
      </w:r>
      <w:r w:rsidRPr="00BF6E4E">
        <w:t xml:space="preserve"> </w:t>
      </w:r>
      <w:r w:rsidR="00C31357">
        <w:t>the tasks</w:t>
      </w:r>
      <w:r>
        <w:t xml:space="preserve"> </w:t>
      </w:r>
      <w:r w:rsidR="00C31357">
        <w:t xml:space="preserve">as </w:t>
      </w:r>
      <w:r>
        <w:t>described below:</w:t>
      </w:r>
    </w:p>
    <w:p w14:paraId="32263DC1" w14:textId="77777777" w:rsidR="00F90BA5" w:rsidRDefault="00CE768A" w:rsidP="00CE768A">
      <w:pPr>
        <w:pStyle w:val="Bullet1"/>
        <w:tabs>
          <w:tab w:val="clear" w:pos="1134"/>
        </w:tabs>
        <w:ind w:left="851" w:hanging="284"/>
      </w:pPr>
      <w:r>
        <w:t xml:space="preserve">At </w:t>
      </w:r>
      <w:r w:rsidR="000E003D">
        <w:t xml:space="preserve">this session, </w:t>
      </w:r>
      <w:r>
        <w:t xml:space="preserve">VTS53, VTS Committee will </w:t>
      </w:r>
      <w:r w:rsidR="00F90BA5">
        <w:t xml:space="preserve">edit </w:t>
      </w:r>
      <w:r>
        <w:t xml:space="preserve">appropriate sections of the existing </w:t>
      </w:r>
      <w:r w:rsidRPr="00675409">
        <w:t xml:space="preserve">R0125 and R1014 </w:t>
      </w:r>
      <w:r>
        <w:t>such that the text of R1014 will form the wording of a</w:t>
      </w:r>
      <w:r w:rsidR="003A10C4">
        <w:t>n</w:t>
      </w:r>
      <w:r w:rsidR="003016C4">
        <w:t xml:space="preserve"> updated R01</w:t>
      </w:r>
      <w:r w:rsidR="00F90BA5">
        <w:t>25 with a new title “VTS Portrayal”.</w:t>
      </w:r>
    </w:p>
    <w:p w14:paraId="32263DC2" w14:textId="77777777" w:rsidR="00F90BA5" w:rsidRDefault="00F90BA5" w:rsidP="00CE768A">
      <w:pPr>
        <w:pStyle w:val="Bullet1"/>
        <w:tabs>
          <w:tab w:val="clear" w:pos="1134"/>
        </w:tabs>
        <w:ind w:left="851" w:hanging="284"/>
      </w:pPr>
      <w:r>
        <w:t>T</w:t>
      </w:r>
      <w:r w:rsidR="00CE768A">
        <w:t xml:space="preserve">he </w:t>
      </w:r>
      <w:r>
        <w:t>content</w:t>
      </w:r>
      <w:r w:rsidR="00CE768A">
        <w:t xml:space="preserve"> of R012</w:t>
      </w:r>
      <w:r>
        <w:t>5 will form the basis of a new g</w:t>
      </w:r>
      <w:r w:rsidR="00CE768A">
        <w:t>uideline entitled “</w:t>
      </w:r>
      <w:r>
        <w:t>P</w:t>
      </w:r>
      <w:r w:rsidR="00CE768A" w:rsidRPr="00A5728E">
        <w:t>ort</w:t>
      </w:r>
      <w:r w:rsidR="00CE768A">
        <w:t>rayal</w:t>
      </w:r>
      <w:r w:rsidR="00CE768A" w:rsidRPr="00A5728E">
        <w:t xml:space="preserve"> of VTS Information</w:t>
      </w:r>
      <w:r w:rsidR="00CE768A">
        <w:t xml:space="preserve">”. </w:t>
      </w:r>
    </w:p>
    <w:p w14:paraId="32263DC3" w14:textId="77777777" w:rsidR="00CE768A" w:rsidRDefault="00CE768A" w:rsidP="00CE768A">
      <w:pPr>
        <w:pStyle w:val="Bullet1"/>
        <w:tabs>
          <w:tab w:val="clear" w:pos="1134"/>
        </w:tabs>
        <w:ind w:left="851" w:hanging="284"/>
      </w:pPr>
      <w:r>
        <w:t>As a result</w:t>
      </w:r>
      <w:r w:rsidR="00F90BA5">
        <w:t xml:space="preserve"> of the above</w:t>
      </w:r>
      <w:r>
        <w:t xml:space="preserve">, VTS Committee will </w:t>
      </w:r>
      <w:r w:rsidR="00F90BA5">
        <w:t>then have one</w:t>
      </w:r>
      <w:r>
        <w:t xml:space="preserve"> </w:t>
      </w:r>
      <w:r w:rsidR="00F90BA5">
        <w:t>r</w:t>
      </w:r>
      <w:r>
        <w:t xml:space="preserve">ecommendation and </w:t>
      </w:r>
      <w:r w:rsidR="00F90BA5">
        <w:t>one</w:t>
      </w:r>
      <w:r>
        <w:t xml:space="preserve"> associated </w:t>
      </w:r>
      <w:r w:rsidR="00F90BA5">
        <w:t>g</w:t>
      </w:r>
      <w:r>
        <w:t>uideline specific to VTS portrayal.</w:t>
      </w:r>
      <w:r w:rsidR="00F100E9">
        <w:t xml:space="preserve"> R1014 will be withdrawn as there is </w:t>
      </w:r>
      <w:r w:rsidR="00F90BA5">
        <w:t xml:space="preserve">already </w:t>
      </w:r>
      <w:r w:rsidR="00F100E9">
        <w:t xml:space="preserve">a guideline with the same number. </w:t>
      </w:r>
    </w:p>
    <w:p w14:paraId="32263DC4" w14:textId="77777777" w:rsidR="00CE768A" w:rsidRDefault="00CE768A" w:rsidP="00CE768A">
      <w:pPr>
        <w:pStyle w:val="Bullet1"/>
        <w:tabs>
          <w:tab w:val="clear" w:pos="1134"/>
        </w:tabs>
        <w:ind w:left="851" w:hanging="284"/>
      </w:pPr>
      <w:r>
        <w:t xml:space="preserve">During the 2023-2027 WP, VTS Committee will update this new </w:t>
      </w:r>
      <w:r w:rsidR="00F90BA5">
        <w:t>g</w:t>
      </w:r>
      <w:r w:rsidR="003B5D73">
        <w:t>uideline on portrayal of VTS i</w:t>
      </w:r>
      <w:r w:rsidRPr="007D5F5F">
        <w:t>nformation</w:t>
      </w:r>
      <w:r>
        <w:t xml:space="preserve"> to incorporate the significant work the VTS Committee has produced over the exis</w:t>
      </w:r>
      <w:r w:rsidR="00F90BA5">
        <w:t>ting work period on the tasks.</w:t>
      </w:r>
    </w:p>
    <w:p w14:paraId="32263DC5" w14:textId="77777777" w:rsidR="00CE768A" w:rsidRPr="00FE6C72" w:rsidRDefault="00CE768A" w:rsidP="00D8407B">
      <w:pPr>
        <w:pStyle w:val="Bullet1"/>
        <w:tabs>
          <w:tab w:val="clear" w:pos="1134"/>
        </w:tabs>
        <w:ind w:left="851" w:hanging="284"/>
      </w:pPr>
      <w:r>
        <w:t xml:space="preserve">During the work described above, VTS Committee will remove references to “data”, any references not bespoke to VTS and to </w:t>
      </w:r>
      <w:r w:rsidR="00547206">
        <w:t>prevent</w:t>
      </w:r>
      <w:r>
        <w:t xml:space="preserve"> </w:t>
      </w:r>
      <w:r w:rsidR="00547206">
        <w:t xml:space="preserve">any </w:t>
      </w:r>
      <w:r>
        <w:t>overlap with the work undertaken by ARM.</w:t>
      </w:r>
    </w:p>
    <w:p w14:paraId="32263DC6" w14:textId="77777777" w:rsidR="009F5C36" w:rsidRPr="000266E0" w:rsidRDefault="008E7A45" w:rsidP="002B0236">
      <w:pPr>
        <w:pStyle w:val="Heading1"/>
      </w:pPr>
      <w:r w:rsidRPr="000266E0">
        <w:t>ACTION REQUESTED</w:t>
      </w:r>
    </w:p>
    <w:p w14:paraId="32263DC7" w14:textId="77777777" w:rsidR="00FE6C72" w:rsidRDefault="007775C6" w:rsidP="00FE6C72">
      <w:pPr>
        <w:pStyle w:val="List1"/>
        <w:numPr>
          <w:ilvl w:val="0"/>
          <w:numId w:val="0"/>
        </w:numPr>
        <w:ind w:left="567" w:hanging="567"/>
        <w:rPr>
          <w:lang w:val="en-GB"/>
        </w:rPr>
      </w:pPr>
      <w:r w:rsidRPr="000266E0">
        <w:rPr>
          <w:lang w:val="en-GB"/>
        </w:rPr>
        <w:t xml:space="preserve">The </w:t>
      </w:r>
      <w:r w:rsidR="00D8407B">
        <w:rPr>
          <w:lang w:val="en-GB"/>
        </w:rPr>
        <w:t>ARM</w:t>
      </w:r>
      <w:r w:rsidRPr="000266E0">
        <w:rPr>
          <w:lang w:val="en-GB"/>
        </w:rPr>
        <w:t xml:space="preserve"> Committee is requested to</w:t>
      </w:r>
      <w:r w:rsidR="00FE6C72">
        <w:rPr>
          <w:lang w:val="en-GB"/>
        </w:rPr>
        <w:t>:</w:t>
      </w:r>
      <w:r w:rsidRPr="000266E0">
        <w:rPr>
          <w:lang w:val="en-GB"/>
        </w:rPr>
        <w:t xml:space="preserve"> </w:t>
      </w:r>
    </w:p>
    <w:p w14:paraId="32263DC8" w14:textId="77777777" w:rsidR="0073457A" w:rsidRPr="00FE6C72" w:rsidRDefault="00D8407B" w:rsidP="00FE6C72">
      <w:pPr>
        <w:pStyle w:val="List1"/>
        <w:numPr>
          <w:ilvl w:val="0"/>
          <w:numId w:val="23"/>
        </w:numPr>
        <w:jc w:val="left"/>
      </w:pPr>
      <w:r w:rsidRPr="00FE6C72">
        <w:t xml:space="preserve">note the </w:t>
      </w:r>
      <w:r w:rsidR="000E003D">
        <w:t xml:space="preserve">progress and </w:t>
      </w:r>
      <w:r w:rsidR="00DB2B02" w:rsidRPr="00FE6C72">
        <w:t>conclusions</w:t>
      </w:r>
      <w:r w:rsidR="000E003D">
        <w:t xml:space="preserve"> </w:t>
      </w:r>
      <w:r w:rsidR="00F610A3" w:rsidRPr="00FE6C72">
        <w:t xml:space="preserve">on VTS portrayal </w:t>
      </w:r>
      <w:r w:rsidRPr="00FE6C72">
        <w:t>by the VTS Co</w:t>
      </w:r>
      <w:r w:rsidR="00F610A3" w:rsidRPr="00FE6C72">
        <w:t xml:space="preserve">mmittee </w:t>
      </w:r>
      <w:r w:rsidR="00DB2B02" w:rsidRPr="00FE6C72">
        <w:t>as described above</w:t>
      </w:r>
      <w:r w:rsidR="00FE6C72">
        <w:t> </w:t>
      </w:r>
      <w:r w:rsidR="007D1A0D">
        <w:t>and in attached documents</w:t>
      </w:r>
      <w:r w:rsidR="00FE6C72">
        <w:t>;</w:t>
      </w:r>
      <w:r w:rsidR="007775C6" w:rsidRPr="00FE6C72">
        <w:t xml:space="preserve"> </w:t>
      </w:r>
    </w:p>
    <w:p w14:paraId="32263DC9" w14:textId="77777777" w:rsidR="00FE6C72" w:rsidRPr="004A33CB" w:rsidRDefault="00547206" w:rsidP="00FE6C72">
      <w:pPr>
        <w:pStyle w:val="List1"/>
        <w:numPr>
          <w:ilvl w:val="0"/>
          <w:numId w:val="23"/>
        </w:numPr>
        <w:jc w:val="left"/>
      </w:pPr>
      <w:r>
        <w:t xml:space="preserve">removing references on VTS portrayal from </w:t>
      </w:r>
      <w:r w:rsidR="00FE6C72" w:rsidRPr="004A33CB">
        <w:t>G1105</w:t>
      </w:r>
      <w:r w:rsidR="00FE6C72">
        <w:t>;</w:t>
      </w:r>
      <w:r w:rsidR="00FE6C72" w:rsidRPr="004A33CB">
        <w:t xml:space="preserve"> </w:t>
      </w:r>
    </w:p>
    <w:p w14:paraId="32263DCA" w14:textId="77777777" w:rsidR="00FE6C72" w:rsidRDefault="00FE6C72" w:rsidP="00FE6C72">
      <w:pPr>
        <w:pStyle w:val="List1"/>
        <w:numPr>
          <w:ilvl w:val="0"/>
          <w:numId w:val="16"/>
        </w:numPr>
        <w:jc w:val="left"/>
      </w:pPr>
      <w:r>
        <w:t>consider the need for a new recommendation to link the updated G1105 to the appropriate standard;</w:t>
      </w:r>
      <w:r w:rsidRPr="00B13BF8">
        <w:t xml:space="preserve"> </w:t>
      </w:r>
    </w:p>
    <w:p w14:paraId="32263DCB" w14:textId="77777777" w:rsidR="00FE6C72" w:rsidRDefault="00FE6C72" w:rsidP="00FE6C72">
      <w:pPr>
        <w:pStyle w:val="List1"/>
        <w:numPr>
          <w:ilvl w:val="0"/>
          <w:numId w:val="16"/>
        </w:numPr>
      </w:pPr>
      <w:r>
        <w:t>continue to liaise with the VTS Committee</w:t>
      </w:r>
      <w:r w:rsidR="003B5D73">
        <w:t xml:space="preserve"> such that the end products of recommendations and g</w:t>
      </w:r>
      <w:r>
        <w:t xml:space="preserve">uidelines </w:t>
      </w:r>
      <w:r w:rsidR="00E87487">
        <w:t xml:space="preserve">on portrayal </w:t>
      </w:r>
      <w:r>
        <w:t xml:space="preserve">are clear, non-conflicting and compliment each other (to aid this process, copies of the current drafts of the new VTS portrayal documents are attached); and </w:t>
      </w:r>
    </w:p>
    <w:p w14:paraId="32263DCC" w14:textId="77777777" w:rsidR="00FE6C72" w:rsidRDefault="00FE6C72" w:rsidP="00FE6C72">
      <w:pPr>
        <w:pStyle w:val="List1"/>
        <w:numPr>
          <w:ilvl w:val="0"/>
          <w:numId w:val="16"/>
        </w:numPr>
      </w:pPr>
      <w:r>
        <w:t xml:space="preserve">consider the benefits of </w:t>
      </w:r>
      <w:r w:rsidR="000E003D">
        <w:t>planning a coordinated</w:t>
      </w:r>
      <w:r>
        <w:t xml:space="preserve"> submission of all VTS and ARM portrayal documents to Council together so that it is clear to Council members how these portrayal documents are being rationalised and how they relate to each other.</w:t>
      </w:r>
    </w:p>
    <w:p w14:paraId="32263DCD" w14:textId="77777777" w:rsidR="00FE6C72" w:rsidRPr="00FE6C72" w:rsidRDefault="00FE6C72" w:rsidP="00547206">
      <w:pPr>
        <w:pStyle w:val="List1"/>
        <w:numPr>
          <w:ilvl w:val="0"/>
          <w:numId w:val="0"/>
        </w:numPr>
      </w:pPr>
    </w:p>
    <w:p w14:paraId="32263DCE" w14:textId="77777777" w:rsidR="004006BD" w:rsidRPr="00BE78EE" w:rsidRDefault="004006BD" w:rsidP="005A2E88">
      <w:pPr>
        <w:pStyle w:val="List1"/>
        <w:numPr>
          <w:ilvl w:val="0"/>
          <w:numId w:val="0"/>
        </w:numPr>
        <w:ind w:left="567" w:hanging="567"/>
      </w:pPr>
    </w:p>
    <w:sectPr w:rsidR="004006BD" w:rsidRPr="00BE78EE"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63DD1" w14:textId="77777777" w:rsidR="004517FC" w:rsidRDefault="004517FC" w:rsidP="002B0236">
      <w:r>
        <w:separator/>
      </w:r>
    </w:p>
  </w:endnote>
  <w:endnote w:type="continuationSeparator" w:id="0">
    <w:p w14:paraId="32263DD2" w14:textId="77777777" w:rsidR="004517FC" w:rsidRDefault="004517FC"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3DD5" w14:textId="77777777" w:rsidR="00FE6C72" w:rsidRDefault="00FE6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3DD6" w14:textId="77777777" w:rsidR="00002906" w:rsidRDefault="00002906" w:rsidP="002B0236">
    <w:pPr>
      <w:pStyle w:val="Footer"/>
    </w:pPr>
    <w:r>
      <w:tab/>
    </w:r>
    <w:r>
      <w:fldChar w:fldCharType="begin"/>
    </w:r>
    <w:r>
      <w:instrText xml:space="preserve"> PAGE   \* MERGEFORMAT </w:instrText>
    </w:r>
    <w:r>
      <w:fldChar w:fldCharType="separate"/>
    </w:r>
    <w:r w:rsidR="001563D4">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3DD8" w14:textId="77777777" w:rsidR="00FE6C72" w:rsidRDefault="00FE6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63DCF" w14:textId="77777777" w:rsidR="004517FC" w:rsidRDefault="004517FC" w:rsidP="002B0236">
      <w:r>
        <w:separator/>
      </w:r>
    </w:p>
  </w:footnote>
  <w:footnote w:type="continuationSeparator" w:id="0">
    <w:p w14:paraId="32263DD0" w14:textId="77777777" w:rsidR="004517FC" w:rsidRDefault="004517FC"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3DD3" w14:textId="75587106"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3DD4" w14:textId="5CF4DDE0" w:rsidR="008E7A45" w:rsidRDefault="0073457A" w:rsidP="002B0236">
    <w:pPr>
      <w:pStyle w:val="Header"/>
    </w:pPr>
    <w:r>
      <w:rPr>
        <w:noProof/>
        <w:lang w:val="sv-SE" w:eastAsia="sv-SE"/>
      </w:rPr>
      <w:drawing>
        <wp:inline distT="0" distB="0" distL="0" distR="0" wp14:anchorId="32263DDB" wp14:editId="32263DDC">
          <wp:extent cx="8572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3DD7" w14:textId="29E29AC6"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23248EB"/>
    <w:multiLevelType w:val="hybridMultilevel"/>
    <w:tmpl w:val="353470A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3F83E79"/>
    <w:multiLevelType w:val="hybridMultilevel"/>
    <w:tmpl w:val="C9F44B4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6C94802"/>
    <w:multiLevelType w:val="hybridMultilevel"/>
    <w:tmpl w:val="4560DD90"/>
    <w:lvl w:ilvl="0" w:tplc="684A4AF0">
      <w:numFmt w:val="bullet"/>
      <w:lvlText w:val="-"/>
      <w:lvlJc w:val="left"/>
      <w:pPr>
        <w:ind w:left="768" w:hanging="360"/>
      </w:pPr>
      <w:rPr>
        <w:rFonts w:ascii="Calibri" w:eastAsia="Times New Roman" w:hAnsi="Calibri" w:hint="default"/>
      </w:rPr>
    </w:lvl>
    <w:lvl w:ilvl="1" w:tplc="04070003">
      <w:start w:val="1"/>
      <w:numFmt w:val="bullet"/>
      <w:lvlText w:val="o"/>
      <w:lvlJc w:val="left"/>
      <w:pPr>
        <w:ind w:left="1488" w:hanging="360"/>
      </w:pPr>
      <w:rPr>
        <w:rFonts w:ascii="Courier New" w:hAnsi="Courier New" w:cs="Times New Roman" w:hint="default"/>
      </w:rPr>
    </w:lvl>
    <w:lvl w:ilvl="2" w:tplc="04070005">
      <w:start w:val="1"/>
      <w:numFmt w:val="bullet"/>
      <w:lvlText w:val=""/>
      <w:lvlJc w:val="left"/>
      <w:pPr>
        <w:ind w:left="2208" w:hanging="360"/>
      </w:pPr>
      <w:rPr>
        <w:rFonts w:ascii="Wingdings" w:hAnsi="Wingdings" w:hint="default"/>
      </w:rPr>
    </w:lvl>
    <w:lvl w:ilvl="3" w:tplc="04070001">
      <w:start w:val="1"/>
      <w:numFmt w:val="bullet"/>
      <w:lvlText w:val=""/>
      <w:lvlJc w:val="left"/>
      <w:pPr>
        <w:ind w:left="2928" w:hanging="360"/>
      </w:pPr>
      <w:rPr>
        <w:rFonts w:ascii="Symbol" w:hAnsi="Symbol" w:hint="default"/>
      </w:rPr>
    </w:lvl>
    <w:lvl w:ilvl="4" w:tplc="04070003">
      <w:start w:val="1"/>
      <w:numFmt w:val="bullet"/>
      <w:lvlText w:val="o"/>
      <w:lvlJc w:val="left"/>
      <w:pPr>
        <w:ind w:left="3648" w:hanging="360"/>
      </w:pPr>
      <w:rPr>
        <w:rFonts w:ascii="Courier New" w:hAnsi="Courier New" w:cs="Times New Roman" w:hint="default"/>
      </w:rPr>
    </w:lvl>
    <w:lvl w:ilvl="5" w:tplc="04070005">
      <w:start w:val="1"/>
      <w:numFmt w:val="bullet"/>
      <w:lvlText w:val=""/>
      <w:lvlJc w:val="left"/>
      <w:pPr>
        <w:ind w:left="4368" w:hanging="360"/>
      </w:pPr>
      <w:rPr>
        <w:rFonts w:ascii="Wingdings" w:hAnsi="Wingdings" w:hint="default"/>
      </w:rPr>
    </w:lvl>
    <w:lvl w:ilvl="6" w:tplc="04070001">
      <w:start w:val="1"/>
      <w:numFmt w:val="bullet"/>
      <w:lvlText w:val=""/>
      <w:lvlJc w:val="left"/>
      <w:pPr>
        <w:ind w:left="5088" w:hanging="360"/>
      </w:pPr>
      <w:rPr>
        <w:rFonts w:ascii="Symbol" w:hAnsi="Symbol" w:hint="default"/>
      </w:rPr>
    </w:lvl>
    <w:lvl w:ilvl="7" w:tplc="04070003">
      <w:start w:val="1"/>
      <w:numFmt w:val="bullet"/>
      <w:lvlText w:val="o"/>
      <w:lvlJc w:val="left"/>
      <w:pPr>
        <w:ind w:left="5808" w:hanging="360"/>
      </w:pPr>
      <w:rPr>
        <w:rFonts w:ascii="Courier New" w:hAnsi="Courier New" w:cs="Times New Roman" w:hint="default"/>
      </w:rPr>
    </w:lvl>
    <w:lvl w:ilvl="8" w:tplc="04070005">
      <w:start w:val="1"/>
      <w:numFmt w:val="bullet"/>
      <w:lvlText w:val=""/>
      <w:lvlJc w:val="left"/>
      <w:pPr>
        <w:ind w:left="6528" w:hanging="36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61289219">
    <w:abstractNumId w:val="11"/>
  </w:num>
  <w:num w:numId="2" w16cid:durableId="1240482739">
    <w:abstractNumId w:val="16"/>
  </w:num>
  <w:num w:numId="3" w16cid:durableId="2020615503">
    <w:abstractNumId w:val="11"/>
  </w:num>
  <w:num w:numId="4" w16cid:durableId="743526495">
    <w:abstractNumId w:val="11"/>
  </w:num>
  <w:num w:numId="5" w16cid:durableId="52510663">
    <w:abstractNumId w:val="5"/>
  </w:num>
  <w:num w:numId="6" w16cid:durableId="1442190563">
    <w:abstractNumId w:val="12"/>
  </w:num>
  <w:num w:numId="7" w16cid:durableId="1788700294">
    <w:abstractNumId w:val="9"/>
  </w:num>
  <w:num w:numId="8" w16cid:durableId="757559660">
    <w:abstractNumId w:val="0"/>
  </w:num>
  <w:num w:numId="9" w16cid:durableId="591428942">
    <w:abstractNumId w:val="4"/>
  </w:num>
  <w:num w:numId="10" w16cid:durableId="2031493762">
    <w:abstractNumId w:val="13"/>
  </w:num>
  <w:num w:numId="11" w16cid:durableId="381365238">
    <w:abstractNumId w:val="2"/>
  </w:num>
  <w:num w:numId="12" w16cid:durableId="1480534177">
    <w:abstractNumId w:val="2"/>
  </w:num>
  <w:num w:numId="13" w16cid:durableId="416944101">
    <w:abstractNumId w:val="2"/>
  </w:num>
  <w:num w:numId="14" w16cid:durableId="986281259">
    <w:abstractNumId w:val="2"/>
  </w:num>
  <w:num w:numId="15" w16cid:durableId="493642262">
    <w:abstractNumId w:val="2"/>
  </w:num>
  <w:num w:numId="16" w16cid:durableId="1582179514">
    <w:abstractNumId w:val="6"/>
  </w:num>
  <w:num w:numId="17" w16cid:durableId="79758196">
    <w:abstractNumId w:val="15"/>
  </w:num>
  <w:num w:numId="18" w16cid:durableId="1431703770">
    <w:abstractNumId w:val="3"/>
  </w:num>
  <w:num w:numId="19" w16cid:durableId="641734195">
    <w:abstractNumId w:val="14"/>
  </w:num>
  <w:num w:numId="20" w16cid:durableId="1252734115">
    <w:abstractNumId w:val="10"/>
  </w:num>
  <w:num w:numId="21" w16cid:durableId="2130469353">
    <w:abstractNumId w:val="6"/>
  </w:num>
  <w:num w:numId="22" w16cid:durableId="1114981766">
    <w:abstractNumId w:val="6"/>
  </w:num>
  <w:num w:numId="23" w16cid:durableId="1010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89019065">
    <w:abstractNumId w:val="2"/>
  </w:num>
  <w:num w:numId="25" w16cid:durableId="276840963">
    <w:abstractNumId w:val="6"/>
  </w:num>
  <w:num w:numId="26" w16cid:durableId="4523588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3356302">
    <w:abstractNumId w:val="1"/>
  </w:num>
  <w:num w:numId="28" w16cid:durableId="1033459703">
    <w:abstractNumId w:val="8"/>
  </w:num>
  <w:num w:numId="29" w16cid:durableId="907157486">
    <w:abstractNumId w:val="7"/>
  </w:num>
  <w:num w:numId="30" w16cid:durableId="11063863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2B54"/>
    <w:rsid w:val="000266E0"/>
    <w:rsid w:val="00031A92"/>
    <w:rsid w:val="000324D4"/>
    <w:rsid w:val="000348ED"/>
    <w:rsid w:val="00036801"/>
    <w:rsid w:val="00050DA7"/>
    <w:rsid w:val="000A5A01"/>
    <w:rsid w:val="000E003D"/>
    <w:rsid w:val="00135447"/>
    <w:rsid w:val="00140ED9"/>
    <w:rsid w:val="00152273"/>
    <w:rsid w:val="001563D4"/>
    <w:rsid w:val="001A654A"/>
    <w:rsid w:val="001C74CF"/>
    <w:rsid w:val="00222F97"/>
    <w:rsid w:val="00226717"/>
    <w:rsid w:val="002748B8"/>
    <w:rsid w:val="002B0236"/>
    <w:rsid w:val="002F143D"/>
    <w:rsid w:val="0030044D"/>
    <w:rsid w:val="003016C4"/>
    <w:rsid w:val="00345EE0"/>
    <w:rsid w:val="003979AE"/>
    <w:rsid w:val="003A10C4"/>
    <w:rsid w:val="003A521E"/>
    <w:rsid w:val="003B5D73"/>
    <w:rsid w:val="003D55DD"/>
    <w:rsid w:val="003E1831"/>
    <w:rsid w:val="003F6F40"/>
    <w:rsid w:val="004006BD"/>
    <w:rsid w:val="00424954"/>
    <w:rsid w:val="004517FC"/>
    <w:rsid w:val="0046523E"/>
    <w:rsid w:val="00497E4B"/>
    <w:rsid w:val="004A7A59"/>
    <w:rsid w:val="004B3CCC"/>
    <w:rsid w:val="004C1386"/>
    <w:rsid w:val="004C220D"/>
    <w:rsid w:val="00513180"/>
    <w:rsid w:val="00547206"/>
    <w:rsid w:val="005664A2"/>
    <w:rsid w:val="00576085"/>
    <w:rsid w:val="005902B8"/>
    <w:rsid w:val="005961FA"/>
    <w:rsid w:val="0059717A"/>
    <w:rsid w:val="005A2E88"/>
    <w:rsid w:val="005C33D0"/>
    <w:rsid w:val="005D05AC"/>
    <w:rsid w:val="00630F7F"/>
    <w:rsid w:val="00633FCD"/>
    <w:rsid w:val="0064435F"/>
    <w:rsid w:val="00671AF5"/>
    <w:rsid w:val="006B4AD8"/>
    <w:rsid w:val="006D470F"/>
    <w:rsid w:val="00727E88"/>
    <w:rsid w:val="0073457A"/>
    <w:rsid w:val="00775878"/>
    <w:rsid w:val="007775C6"/>
    <w:rsid w:val="007840CB"/>
    <w:rsid w:val="007D1A0D"/>
    <w:rsid w:val="0080092C"/>
    <w:rsid w:val="0083521F"/>
    <w:rsid w:val="00861994"/>
    <w:rsid w:val="00872453"/>
    <w:rsid w:val="008A6A33"/>
    <w:rsid w:val="008E7A45"/>
    <w:rsid w:val="008F13DD"/>
    <w:rsid w:val="008F4DC3"/>
    <w:rsid w:val="00902AA4"/>
    <w:rsid w:val="00906239"/>
    <w:rsid w:val="00946F5C"/>
    <w:rsid w:val="0096058F"/>
    <w:rsid w:val="009C4420"/>
    <w:rsid w:val="009E436D"/>
    <w:rsid w:val="009F3B6C"/>
    <w:rsid w:val="009F5C36"/>
    <w:rsid w:val="00A247D2"/>
    <w:rsid w:val="00A27F12"/>
    <w:rsid w:val="00A30579"/>
    <w:rsid w:val="00AA2626"/>
    <w:rsid w:val="00AA76C0"/>
    <w:rsid w:val="00B077EC"/>
    <w:rsid w:val="00B15B24"/>
    <w:rsid w:val="00B428DA"/>
    <w:rsid w:val="00B8247E"/>
    <w:rsid w:val="00BB5D57"/>
    <w:rsid w:val="00BC4400"/>
    <w:rsid w:val="00BD39A3"/>
    <w:rsid w:val="00BD68FA"/>
    <w:rsid w:val="00BE36E3"/>
    <w:rsid w:val="00BE56DF"/>
    <w:rsid w:val="00BE78EE"/>
    <w:rsid w:val="00C265EE"/>
    <w:rsid w:val="00C31357"/>
    <w:rsid w:val="00C442CB"/>
    <w:rsid w:val="00C64A3E"/>
    <w:rsid w:val="00C87505"/>
    <w:rsid w:val="00CA04AF"/>
    <w:rsid w:val="00CE768A"/>
    <w:rsid w:val="00D245AB"/>
    <w:rsid w:val="00D351D8"/>
    <w:rsid w:val="00D42A58"/>
    <w:rsid w:val="00D5243E"/>
    <w:rsid w:val="00D65ED7"/>
    <w:rsid w:val="00D8407B"/>
    <w:rsid w:val="00D95E26"/>
    <w:rsid w:val="00DB2B02"/>
    <w:rsid w:val="00DE362E"/>
    <w:rsid w:val="00E43EFD"/>
    <w:rsid w:val="00E646B1"/>
    <w:rsid w:val="00E729A7"/>
    <w:rsid w:val="00E87487"/>
    <w:rsid w:val="00E93C9B"/>
    <w:rsid w:val="00EB2898"/>
    <w:rsid w:val="00EE3F2F"/>
    <w:rsid w:val="00F100E9"/>
    <w:rsid w:val="00F610A3"/>
    <w:rsid w:val="00F73F78"/>
    <w:rsid w:val="00F90BA5"/>
    <w:rsid w:val="00FA5842"/>
    <w:rsid w:val="00FA6769"/>
    <w:rsid w:val="00FD03CA"/>
    <w:rsid w:val="00FE6C72"/>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2263DA9"/>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DB2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38723-ED2A-42EC-A874-1AA0A9B21A4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D00C464-C327-41F1-A0BC-F66C6696516F}">
  <ds:schemaRefs>
    <ds:schemaRef ds:uri="http://schemas.microsoft.com/sharepoint/v3/contenttype/forms"/>
  </ds:schemaRefs>
</ds:datastoreItem>
</file>

<file path=customXml/itemProps3.xml><?xml version="1.0" encoding="utf-8"?>
<ds:datastoreItem xmlns:ds="http://schemas.openxmlformats.org/officeDocument/2006/customXml" ds:itemID="{FD135DC7-2F92-4CC8-B5D3-D3A547021D57}">
  <ds:schemaRefs>
    <ds:schemaRef ds:uri="http://schemas.openxmlformats.org/officeDocument/2006/bibliography"/>
  </ds:schemaRefs>
</ds:datastoreItem>
</file>

<file path=customXml/itemProps4.xml><?xml version="1.0" encoding="utf-8"?>
<ds:datastoreItem xmlns:ds="http://schemas.openxmlformats.org/officeDocument/2006/customXml" ds:itemID="{D0D24B16-384E-4CC2-A28C-F1536DEBD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723</Words>
  <Characters>3657</Characters>
  <Application>Microsoft Office Word</Application>
  <DocSecurity>0</DocSecurity>
  <Lines>30</Lines>
  <Paragraphs>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VTS</dc:creator>
  <cp:keywords/>
  <cp:lastModifiedBy>Tom Southall</cp:lastModifiedBy>
  <cp:revision>13</cp:revision>
  <cp:lastPrinted>2006-10-19T11:49:00Z</cp:lastPrinted>
  <dcterms:created xsi:type="dcterms:W3CDTF">2022-09-21T06:03:00Z</dcterms:created>
  <dcterms:modified xsi:type="dcterms:W3CDTF">2022-10-04T18:14:00Z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